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DA238" w14:textId="77777777" w:rsidR="00FB049D" w:rsidRDefault="00FB049D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</w:p>
    <w:p w14:paraId="26751F61" w14:textId="77777777" w:rsidR="00160C55" w:rsidRDefault="00160C55" w:rsidP="00160C55">
      <w:pPr>
        <w:pStyle w:val="Nagwek4"/>
        <w:rPr>
          <w:bCs/>
          <w:i w:val="0"/>
          <w:sz w:val="20"/>
          <w:lang w:val="pl-PL"/>
        </w:rPr>
      </w:pPr>
      <w:r>
        <w:rPr>
          <w:bCs/>
          <w:i w:val="0"/>
          <w:sz w:val="20"/>
        </w:rPr>
        <w:t xml:space="preserve">Załącznik nr </w:t>
      </w:r>
      <w:r>
        <w:rPr>
          <w:bCs/>
          <w:i w:val="0"/>
          <w:sz w:val="20"/>
          <w:lang w:val="pl-PL"/>
        </w:rPr>
        <w:t>2</w:t>
      </w:r>
    </w:p>
    <w:p w14:paraId="76418854" w14:textId="77777777" w:rsidR="00160C55" w:rsidRPr="0090378C" w:rsidRDefault="00160C55" w:rsidP="0090378C">
      <w:pPr>
        <w:pStyle w:val="Nagwek4"/>
        <w:rPr>
          <w:bCs/>
          <w:i w:val="0"/>
          <w:sz w:val="20"/>
          <w:lang w:val="pl-PL"/>
        </w:rPr>
      </w:pPr>
      <w:r>
        <w:rPr>
          <w:bCs/>
          <w:i w:val="0"/>
          <w:sz w:val="20"/>
          <w:lang w:val="pl-PL"/>
        </w:rPr>
        <w:t xml:space="preserve">do ogłoszenia o zamówieniu </w:t>
      </w:r>
      <w:r w:rsidR="00A32E4F">
        <w:rPr>
          <w:bCs/>
          <w:i w:val="0"/>
          <w:sz w:val="20"/>
          <w:lang w:val="pl-PL"/>
        </w:rPr>
        <w:t>Us</w:t>
      </w:r>
      <w:r w:rsidR="008C1658">
        <w:rPr>
          <w:bCs/>
          <w:i w:val="0"/>
          <w:sz w:val="20"/>
          <w:lang w:val="pl-PL"/>
        </w:rPr>
        <w:t>ł</w:t>
      </w:r>
      <w:r w:rsidR="00A32E4F">
        <w:rPr>
          <w:bCs/>
          <w:i w:val="0"/>
          <w:sz w:val="20"/>
          <w:lang w:val="pl-PL"/>
        </w:rPr>
        <w:t>ugi</w:t>
      </w:r>
    </w:p>
    <w:p w14:paraId="4B17F248" w14:textId="77777777" w:rsidR="00025386" w:rsidRPr="007666D6" w:rsidRDefault="00025386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45B995D" w14:textId="77777777" w:rsidTr="00AF7375">
        <w:tc>
          <w:tcPr>
            <w:tcW w:w="9104" w:type="dxa"/>
          </w:tcPr>
          <w:p w14:paraId="70B6800E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</w:t>
            </w:r>
            <w:r w:rsidR="0090378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ykonawca polega na</w:t>
            </w:r>
            <w:r w:rsidR="0090378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 z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9175D6C" w14:textId="77777777" w:rsidR="00E02763" w:rsidRDefault="00E02763" w:rsidP="00E02763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4067F3DE" w14:textId="77777777" w:rsidR="00E02763" w:rsidRDefault="00E02763" w:rsidP="00E02763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6F035A3F" w14:textId="77777777" w:rsidR="00E02763" w:rsidRDefault="00E02763" w:rsidP="00E02763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6EAA117A" w14:textId="77777777" w:rsidR="00E02763" w:rsidRDefault="00E02763" w:rsidP="00E02763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……………………………………….</w:t>
      </w:r>
    </w:p>
    <w:p w14:paraId="0D6D796C" w14:textId="77777777" w:rsidR="00FB049D" w:rsidRPr="005F492C" w:rsidRDefault="00E02763" w:rsidP="005F492C">
      <w:pPr>
        <w:spacing w:after="80" w:line="240" w:lineRule="auto"/>
        <w:ind w:left="5527" w:firstLine="137"/>
        <w:jc w:val="center"/>
        <w:rPr>
          <w:rFonts w:ascii="Times New Roman" w:hAnsi="Times New Roman"/>
          <w:bCs/>
          <w:sz w:val="21"/>
          <w:szCs w:val="21"/>
        </w:rPr>
      </w:pPr>
      <w:r w:rsidRPr="005F492C">
        <w:rPr>
          <w:rFonts w:ascii="Times New Roman" w:hAnsi="Times New Roman"/>
          <w:bCs/>
          <w:sz w:val="21"/>
          <w:szCs w:val="21"/>
        </w:rPr>
        <w:t>Miejscowość, dat</w:t>
      </w:r>
      <w:r w:rsidR="005F492C" w:rsidRPr="005F492C">
        <w:rPr>
          <w:rFonts w:ascii="Times New Roman" w:hAnsi="Times New Roman"/>
          <w:bCs/>
          <w:sz w:val="21"/>
          <w:szCs w:val="21"/>
        </w:rPr>
        <w:t>a</w:t>
      </w:r>
    </w:p>
    <w:p w14:paraId="3BD7E0B4" w14:textId="44522F77" w:rsidR="005F492C" w:rsidRPr="005F492C" w:rsidRDefault="00213980" w:rsidP="005F492C">
      <w:pPr>
        <w:spacing w:before="240" w:after="480"/>
        <w:rPr>
          <w:sz w:val="21"/>
          <w:szCs w:val="21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Znak sprawy:</w:t>
      </w:r>
      <w:r w:rsidR="00954892"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 </w:t>
      </w:r>
      <w:r w:rsidR="00C41CEA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9</w:t>
      </w:r>
      <w:r w:rsidR="008A698C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/</w:t>
      </w:r>
      <w:r w:rsidR="008A698C" w:rsidRPr="005F492C">
        <w:rPr>
          <w:rFonts w:ascii="Times New Roman" w:eastAsia="Times New Roman" w:hAnsi="Times New Roman"/>
          <w:b/>
          <w:sz w:val="21"/>
          <w:szCs w:val="21"/>
          <w:lang w:eastAsia="pl-PL"/>
        </w:rPr>
        <w:t>202</w:t>
      </w:r>
      <w:r w:rsidR="00C41CEA">
        <w:rPr>
          <w:rFonts w:ascii="Times New Roman" w:eastAsia="Times New Roman" w:hAnsi="Times New Roman"/>
          <w:b/>
          <w:sz w:val="21"/>
          <w:szCs w:val="21"/>
          <w:lang w:eastAsia="pl-PL"/>
        </w:rPr>
        <w:t>5</w:t>
      </w:r>
    </w:p>
    <w:p w14:paraId="63D42345" w14:textId="77777777" w:rsidR="004D0AD6" w:rsidRDefault="00E27ABB" w:rsidP="003B4993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3B499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PODMIOTU UDOSTĘPNIAJĄCEGO ZASOBY</w:t>
      </w:r>
    </w:p>
    <w:p w14:paraId="5C59EBA7" w14:textId="77777777" w:rsidR="00FB049D" w:rsidRDefault="00E27ABB" w:rsidP="00FB049D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>:</w:t>
      </w:r>
    </w:p>
    <w:p w14:paraId="00B23A7E" w14:textId="77777777" w:rsidR="00E27ABB" w:rsidRPr="00FB049D" w:rsidRDefault="00E27ABB" w:rsidP="0090378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507A9890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A3BAD46" w14:textId="77777777" w:rsidR="0090378C" w:rsidRDefault="0090378C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E731705" w14:textId="77777777" w:rsidR="00E27ABB" w:rsidRPr="005F492C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d</w:t>
      </w:r>
      <w:r w:rsidR="00620476" w:rsidRPr="005F492C">
        <w:rPr>
          <w:rFonts w:ascii="Times New Roman" w:eastAsia="Times New Roman" w:hAnsi="Times New Roman"/>
          <w:sz w:val="21"/>
          <w:szCs w:val="21"/>
          <w:lang w:eastAsia="pl-PL"/>
        </w:rPr>
        <w:t>ziałając w imieniu i na rzecz</w:t>
      </w:r>
      <w:r w:rsidR="00E27ABB" w:rsidRPr="005F492C">
        <w:rPr>
          <w:rFonts w:ascii="Times New Roman" w:eastAsia="Times New Roman" w:hAnsi="Times New Roman"/>
          <w:sz w:val="21"/>
          <w:szCs w:val="21"/>
          <w:lang w:eastAsia="pl-PL"/>
        </w:rPr>
        <w:t>:</w:t>
      </w:r>
    </w:p>
    <w:p w14:paraId="1046E453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AB1FEE6" w14:textId="77777777" w:rsidR="00CA2FAB" w:rsidRDefault="00CA2FA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8C809D" w14:textId="77777777" w:rsidR="00E27ABB" w:rsidRPr="00E27ABB" w:rsidRDefault="00E27ABB" w:rsidP="0090378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4E2EF6AE" w14:textId="77777777" w:rsidR="00E27ABB" w:rsidRPr="00824D73" w:rsidRDefault="00E27ABB" w:rsidP="0090378C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ABA3D69" w14:textId="77777777" w:rsidR="005F492C" w:rsidRDefault="005F492C" w:rsidP="00CA2FA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</w:p>
    <w:p w14:paraId="55D2DAEE" w14:textId="77777777" w:rsidR="00CA2FAB" w:rsidRPr="005F492C" w:rsidRDefault="005F492C" w:rsidP="00CA2FA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z</w:t>
      </w:r>
      <w:r w:rsidR="00824D73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obowiązuję się</w:t>
      </w:r>
      <w:r w:rsidR="00E27ABB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 xml:space="preserve">, </w:t>
      </w:r>
      <w:r w:rsidR="00EF3368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do oddania</w:t>
      </w:r>
      <w:r w:rsidR="00DC652A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 xml:space="preserve"> n</w:t>
      </w:r>
      <w:r w:rsidR="003B4993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 xml:space="preserve">iżej </w:t>
      </w:r>
      <w:r w:rsidR="00DC652A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w</w:t>
      </w:r>
      <w:r w:rsidR="003B4993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ymienionych</w:t>
      </w:r>
      <w:r w:rsidR="00DC652A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 xml:space="preserve"> zasobów:</w:t>
      </w:r>
    </w:p>
    <w:p w14:paraId="1525CAFC" w14:textId="77777777" w:rsidR="00FB049D" w:rsidRDefault="00FB049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5E8D5F3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3064B228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2136B12" w14:textId="77777777" w:rsidR="00CA2FAB" w:rsidRPr="005F492C" w:rsidRDefault="00DC652A" w:rsidP="00CA2FAB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do dyspozycji Wykonawcy:</w:t>
      </w:r>
    </w:p>
    <w:p w14:paraId="5DFF5067" w14:textId="77777777" w:rsidR="00FB049D" w:rsidRDefault="00FB049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6BC687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25009066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1B05380" w14:textId="77777777" w:rsidR="00FB049D" w:rsidRDefault="00FB049D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0480230E" w14:textId="77777777" w:rsidR="00BE3BCE" w:rsidRPr="005F492C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na </w:t>
      </w:r>
      <w:r w:rsidR="00A87380"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potrzeby </w:t>
      </w:r>
      <w:r w:rsidR="00620476" w:rsidRPr="005F492C">
        <w:rPr>
          <w:rFonts w:ascii="Times New Roman" w:eastAsia="Times New Roman" w:hAnsi="Times New Roman"/>
          <w:sz w:val="21"/>
          <w:szCs w:val="21"/>
          <w:lang w:eastAsia="pl-PL"/>
        </w:rPr>
        <w:t>realizacji</w:t>
      </w: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 zamówienia pn.:</w:t>
      </w:r>
    </w:p>
    <w:p w14:paraId="42CD837D" w14:textId="77777777" w:rsidR="00E609E8" w:rsidRPr="005F492C" w:rsidRDefault="00E609E8" w:rsidP="00E609E8">
      <w:pPr>
        <w:pStyle w:val="Teksttreci0"/>
        <w:shd w:val="clear" w:color="auto" w:fill="auto"/>
        <w:spacing w:after="240" w:line="360" w:lineRule="auto"/>
        <w:jc w:val="center"/>
        <w:rPr>
          <w:rFonts w:ascii="Times New Roman" w:hAnsi="Times New Roman"/>
          <w:b/>
          <w:bCs/>
          <w:sz w:val="21"/>
          <w:szCs w:val="21"/>
        </w:rPr>
      </w:pPr>
      <w:r w:rsidRPr="005F492C">
        <w:rPr>
          <w:rFonts w:ascii="Times New Roman" w:hAnsi="Times New Roman"/>
          <w:b/>
          <w:bCs/>
          <w:iCs/>
          <w:sz w:val="21"/>
          <w:szCs w:val="21"/>
        </w:rPr>
        <w:t>Bezpośrednia ochrona fizyczna obiektu i mienia Dworca Autobusowego wraz z jego otoczeniem</w:t>
      </w:r>
    </w:p>
    <w:p w14:paraId="613A1D1D" w14:textId="77777777" w:rsidR="003B4993" w:rsidRPr="00E609E8" w:rsidRDefault="003B4993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</w:p>
    <w:p w14:paraId="0D7BBF0D" w14:textId="77777777" w:rsidR="005F492C" w:rsidRDefault="005F492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5F5CFD35" w14:textId="77777777" w:rsidR="00DC652A" w:rsidRPr="005F492C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lastRenderedPageBreak/>
        <w:t>O</w:t>
      </w:r>
      <w:r w:rsidR="00DC652A" w:rsidRPr="005F492C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świadczam, że</w:t>
      </w:r>
      <w:r w:rsidR="00DC652A" w:rsidRPr="005F492C">
        <w:rPr>
          <w:rFonts w:ascii="Times New Roman" w:eastAsia="Times New Roman" w:hAnsi="Times New Roman"/>
          <w:sz w:val="21"/>
          <w:szCs w:val="21"/>
          <w:lang w:eastAsia="pl-PL"/>
        </w:rPr>
        <w:t>:</w:t>
      </w:r>
    </w:p>
    <w:p w14:paraId="0D6ACFE5" w14:textId="77777777" w:rsidR="00FB049D" w:rsidRPr="005F492C" w:rsidRDefault="00FB049D" w:rsidP="00FB049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5B63E69" w14:textId="77777777" w:rsidR="00CA2FAB" w:rsidRPr="005F492C" w:rsidRDefault="0093388F" w:rsidP="00CA2FA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u</w:t>
      </w:r>
      <w:r w:rsidR="00DC652A" w:rsidRPr="005F492C">
        <w:rPr>
          <w:rFonts w:ascii="Times New Roman" w:eastAsia="Times New Roman" w:hAnsi="Times New Roman"/>
          <w:sz w:val="21"/>
          <w:szCs w:val="21"/>
          <w:lang w:eastAsia="pl-PL"/>
        </w:rPr>
        <w:t>dostę</w:t>
      </w: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p</w:t>
      </w:r>
      <w:r w:rsidR="00DC652A" w:rsidRPr="005F492C">
        <w:rPr>
          <w:rFonts w:ascii="Times New Roman" w:eastAsia="Times New Roman" w:hAnsi="Times New Roman"/>
          <w:sz w:val="21"/>
          <w:szCs w:val="21"/>
          <w:lang w:eastAsia="pl-PL"/>
        </w:rPr>
        <w:t>ni</w:t>
      </w: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ę</w:t>
      </w:r>
      <w:r w:rsidR="00DC652A"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 </w:t>
      </w: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Wykonawcy zasoby, w następującym zakresie:</w:t>
      </w:r>
    </w:p>
    <w:p w14:paraId="4B852127" w14:textId="77777777" w:rsidR="00FB049D" w:rsidRPr="005F492C" w:rsidRDefault="00FB049D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D55BB4B" w14:textId="77777777" w:rsidR="0093388F" w:rsidRPr="005F492C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…………………………………………………………………....…………………………….……..</w:t>
      </w:r>
    </w:p>
    <w:p w14:paraId="6CFF1C30" w14:textId="77777777" w:rsidR="00FB049D" w:rsidRPr="005F492C" w:rsidRDefault="00FB049D" w:rsidP="00FB049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1E94584" w14:textId="77777777" w:rsidR="00CA2FAB" w:rsidRPr="005F492C" w:rsidRDefault="0093388F" w:rsidP="00CA2FA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sposób wykorzystania udostępnionych przeze mnie zasobów przy wykonywaniu zamówienia publicznego będzie następujący:</w:t>
      </w:r>
      <w:bookmarkStart w:id="1" w:name="_Hlk60300768"/>
    </w:p>
    <w:p w14:paraId="3D1C97F8" w14:textId="77777777" w:rsidR="00FB049D" w:rsidRPr="005F492C" w:rsidRDefault="00FB049D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CFED5B8" w14:textId="77777777" w:rsidR="0093388F" w:rsidRPr="005F492C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…………………………………………………………………....…………………………….……..</w:t>
      </w:r>
    </w:p>
    <w:bookmarkEnd w:id="1"/>
    <w:p w14:paraId="2759B868" w14:textId="77777777" w:rsidR="00FB049D" w:rsidRPr="005F492C" w:rsidRDefault="00FB049D" w:rsidP="00FB049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80428FA" w14:textId="77777777" w:rsidR="00CA2FAB" w:rsidRPr="005F492C" w:rsidRDefault="00CB29AC" w:rsidP="00CA2FA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zakres mojego udziału przy realizacji zamówienia publicznego będzie następujący:</w:t>
      </w:r>
    </w:p>
    <w:p w14:paraId="12A4C555" w14:textId="77777777" w:rsidR="00FB049D" w:rsidRPr="005F492C" w:rsidRDefault="00FB049D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632FE6E" w14:textId="77777777" w:rsidR="00CB29AC" w:rsidRPr="005F492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…………………………………………………………………....…………………………….……..</w:t>
      </w:r>
    </w:p>
    <w:p w14:paraId="7D57B6C5" w14:textId="77777777" w:rsidR="00FB049D" w:rsidRPr="005F492C" w:rsidRDefault="00FB049D" w:rsidP="00FB049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290BAA97" w14:textId="77777777" w:rsidR="00CA2FAB" w:rsidRPr="005F492C" w:rsidRDefault="0093388F" w:rsidP="00CA2FA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okres </w:t>
      </w:r>
      <w:r w:rsidR="00830970"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mojego </w:t>
      </w: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 xml:space="preserve">udostępnienia zasobów Wykonawcy </w:t>
      </w:r>
      <w:r w:rsidR="00830970" w:rsidRPr="005F492C">
        <w:rPr>
          <w:rFonts w:ascii="Times New Roman" w:eastAsia="Times New Roman" w:hAnsi="Times New Roman"/>
          <w:sz w:val="21"/>
          <w:szCs w:val="21"/>
          <w:lang w:eastAsia="pl-PL"/>
        </w:rPr>
        <w:t>będzie następujący:</w:t>
      </w:r>
    </w:p>
    <w:p w14:paraId="3F9C229F" w14:textId="77777777" w:rsidR="00FB049D" w:rsidRPr="005F492C" w:rsidRDefault="00FB049D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3E8F757" w14:textId="77777777" w:rsidR="00830970" w:rsidRPr="005F492C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5F492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…………………………………………………………………....…………………………….……</w:t>
      </w:r>
    </w:p>
    <w:p w14:paraId="7B65ACAD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69E7485" w14:textId="77777777" w:rsid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07E8B59D" w14:textId="77777777" w:rsidR="00CA2FAB" w:rsidRPr="003D22D5" w:rsidRDefault="00CA2FA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058BEA5B" w14:textId="77777777" w:rsidR="00CA2FAB" w:rsidRPr="003D22D5" w:rsidRDefault="00CA2FA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63AA5FE0" w14:textId="77777777" w:rsidR="004374F2" w:rsidRPr="003D22D5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1A2D04C5" w14:textId="77777777" w:rsidR="00E27ABB" w:rsidRPr="003D22D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4C1CBEBA" w14:textId="77777777" w:rsidR="00E27ABB" w:rsidRPr="003D22D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3D22D5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</w:t>
      </w:r>
      <w:r w:rsidR="0090378C" w:rsidRPr="003D22D5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……………………………………………………………………………………..</w:t>
      </w:r>
      <w:r w:rsidRPr="003D22D5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</w:t>
      </w:r>
      <w:r w:rsidR="00F334B4" w:rsidRPr="003D22D5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3D22D5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</w:t>
      </w:r>
    </w:p>
    <w:p w14:paraId="05CDB227" w14:textId="77777777" w:rsidR="00025386" w:rsidRPr="003D22D5" w:rsidRDefault="00E27ABB" w:rsidP="0090378C">
      <w:pPr>
        <w:spacing w:before="60" w:after="60" w:line="240" w:lineRule="auto"/>
        <w:ind w:left="4248" w:right="567"/>
        <w:jc w:val="center"/>
        <w:rPr>
          <w:rFonts w:ascii="Times New Roman" w:hAnsi="Times New Roman"/>
          <w:sz w:val="20"/>
        </w:rPr>
      </w:pPr>
      <w:r w:rsidRPr="003D22D5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podpis osoby uprawnionej do składania oświadczeń woli w</w:t>
      </w:r>
      <w:r w:rsidR="0090378C" w:rsidRPr="003D22D5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 </w:t>
      </w:r>
      <w:r w:rsidRPr="003D22D5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imieniu podmiotu </w:t>
      </w:r>
      <w:r w:rsidR="00CB29AC" w:rsidRPr="003D22D5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udostępniającego </w:t>
      </w:r>
      <w:r w:rsidRPr="003D22D5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zasoby</w:t>
      </w:r>
      <w:bookmarkEnd w:id="0"/>
    </w:p>
    <w:sectPr w:rsidR="00025386" w:rsidRPr="003D22D5" w:rsidSect="00D932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CC08" w14:textId="77777777" w:rsidR="000C4969" w:rsidRDefault="000C4969" w:rsidP="00025386">
      <w:pPr>
        <w:spacing w:after="0" w:line="240" w:lineRule="auto"/>
      </w:pPr>
      <w:r>
        <w:separator/>
      </w:r>
    </w:p>
  </w:endnote>
  <w:endnote w:type="continuationSeparator" w:id="0">
    <w:p w14:paraId="15E0873C" w14:textId="77777777" w:rsidR="000C4969" w:rsidRDefault="000C496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627E4" w14:textId="77777777" w:rsidR="00A047B2" w:rsidRDefault="00A047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B4FEA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37A1F" w14:textId="77777777" w:rsidR="00A047B2" w:rsidRDefault="00A04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B48B5" w14:textId="77777777" w:rsidR="000C4969" w:rsidRDefault="000C4969" w:rsidP="00025386">
      <w:pPr>
        <w:spacing w:after="0" w:line="240" w:lineRule="auto"/>
      </w:pPr>
      <w:r>
        <w:separator/>
      </w:r>
    </w:p>
  </w:footnote>
  <w:footnote w:type="continuationSeparator" w:id="0">
    <w:p w14:paraId="79163EC1" w14:textId="77777777" w:rsidR="000C4969" w:rsidRDefault="000C496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3795" w14:textId="77777777" w:rsidR="00A047B2" w:rsidRDefault="00A04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715C2" w14:textId="77777777" w:rsidR="00A047B2" w:rsidRDefault="00A047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D094" w14:textId="77777777" w:rsidR="00A047B2" w:rsidRDefault="00A047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236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B2"/>
    <w:rsid w:val="00025386"/>
    <w:rsid w:val="000423B9"/>
    <w:rsid w:val="00084786"/>
    <w:rsid w:val="000C4969"/>
    <w:rsid w:val="0015268E"/>
    <w:rsid w:val="00160C55"/>
    <w:rsid w:val="0016158F"/>
    <w:rsid w:val="001C2314"/>
    <w:rsid w:val="00213980"/>
    <w:rsid w:val="00215432"/>
    <w:rsid w:val="00216BF2"/>
    <w:rsid w:val="002961F6"/>
    <w:rsid w:val="003B4993"/>
    <w:rsid w:val="003D22D5"/>
    <w:rsid w:val="004362F0"/>
    <w:rsid w:val="004374F2"/>
    <w:rsid w:val="00460705"/>
    <w:rsid w:val="00485239"/>
    <w:rsid w:val="004D0AD6"/>
    <w:rsid w:val="004E27D7"/>
    <w:rsid w:val="00526942"/>
    <w:rsid w:val="0055145C"/>
    <w:rsid w:val="005624D8"/>
    <w:rsid w:val="005F492C"/>
    <w:rsid w:val="006167C0"/>
    <w:rsid w:val="00620476"/>
    <w:rsid w:val="00657A47"/>
    <w:rsid w:val="006708FA"/>
    <w:rsid w:val="00745A44"/>
    <w:rsid w:val="007666D6"/>
    <w:rsid w:val="00824D73"/>
    <w:rsid w:val="00830970"/>
    <w:rsid w:val="00844EA3"/>
    <w:rsid w:val="008A698C"/>
    <w:rsid w:val="008B797E"/>
    <w:rsid w:val="008C1658"/>
    <w:rsid w:val="008C76EA"/>
    <w:rsid w:val="008E3D2B"/>
    <w:rsid w:val="008F2498"/>
    <w:rsid w:val="0090378C"/>
    <w:rsid w:val="00910B34"/>
    <w:rsid w:val="0093388F"/>
    <w:rsid w:val="00945434"/>
    <w:rsid w:val="00954892"/>
    <w:rsid w:val="009977D6"/>
    <w:rsid w:val="009C50AA"/>
    <w:rsid w:val="00A047B2"/>
    <w:rsid w:val="00A32E4F"/>
    <w:rsid w:val="00A56A6F"/>
    <w:rsid w:val="00A87380"/>
    <w:rsid w:val="00AF7375"/>
    <w:rsid w:val="00B43BB3"/>
    <w:rsid w:val="00B77707"/>
    <w:rsid w:val="00BB1431"/>
    <w:rsid w:val="00BE3BCE"/>
    <w:rsid w:val="00C41CEA"/>
    <w:rsid w:val="00C52B7E"/>
    <w:rsid w:val="00CA2FAB"/>
    <w:rsid w:val="00CB29AC"/>
    <w:rsid w:val="00D55FC4"/>
    <w:rsid w:val="00D9320D"/>
    <w:rsid w:val="00DC4842"/>
    <w:rsid w:val="00DC587A"/>
    <w:rsid w:val="00DC652A"/>
    <w:rsid w:val="00DD27FC"/>
    <w:rsid w:val="00DE3B21"/>
    <w:rsid w:val="00DE73DD"/>
    <w:rsid w:val="00E02763"/>
    <w:rsid w:val="00E12FC0"/>
    <w:rsid w:val="00E27ABB"/>
    <w:rsid w:val="00E609E8"/>
    <w:rsid w:val="00E67109"/>
    <w:rsid w:val="00E86D3B"/>
    <w:rsid w:val="00EA52FE"/>
    <w:rsid w:val="00EE6B27"/>
    <w:rsid w:val="00EF3368"/>
    <w:rsid w:val="00F334B4"/>
    <w:rsid w:val="00F81DDF"/>
    <w:rsid w:val="00FB049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1755A"/>
  <w15:chartTrackingRefBased/>
  <w15:docId w15:val="{1E6F51C6-8482-42F6-8C6B-A3515D6B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">
    <w:name w:val="Tekst treści_"/>
    <w:link w:val="Teksttreci0"/>
    <w:rsid w:val="00E609E8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609E8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ECE1-387D-4A0C-AEA9-3774DAF2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Agnieszka Szostak</cp:lastModifiedBy>
  <cp:revision>2</cp:revision>
  <cp:lastPrinted>2024-12-09T12:12:00Z</cp:lastPrinted>
  <dcterms:created xsi:type="dcterms:W3CDTF">2025-12-09T12:26:00Z</dcterms:created>
  <dcterms:modified xsi:type="dcterms:W3CDTF">2025-12-09T12:26:00Z</dcterms:modified>
</cp:coreProperties>
</file>